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C68" w:rsidRDefault="00810C68" w:rsidP="00810C6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10C68" w:rsidRDefault="00810C68">
      <w:pPr>
        <w:pStyle w:val="Nadpis1"/>
      </w:pPr>
    </w:p>
    <w:p w:rsidR="00810C68" w:rsidRDefault="00810C68">
      <w:pPr>
        <w:pStyle w:val="Nadpis1"/>
      </w:pPr>
    </w:p>
    <w:p w:rsidR="00BF7E67" w:rsidRDefault="00956EB8">
      <w:pPr>
        <w:pStyle w:val="Nadpis1"/>
      </w:pPr>
      <w:r>
        <w:t>79/03</w:t>
      </w:r>
      <w:r w:rsidR="003C78C2">
        <w:t xml:space="preserve"> </w:t>
      </w:r>
      <w:r w:rsidR="00915DF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956EB8">
        <w:t>28</w:t>
      </w:r>
      <w:r w:rsidR="003B64E0">
        <w:t>. června 2017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3B64E0">
        <w:t xml:space="preserve">Ing. Libuše </w:t>
      </w:r>
      <w:proofErr w:type="spellStart"/>
      <w:r w:rsidR="003B64E0">
        <w:t>Řeřábková</w:t>
      </w:r>
      <w:proofErr w:type="spellEnd"/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07274A">
        <w:tab/>
      </w:r>
      <w:r w:rsidR="0007274A">
        <w:tab/>
        <w:t>v</w:t>
      </w:r>
      <w:r w:rsidR="003B64E0">
        <w:t>edoucí odboru školství a cestovního ruchu</w:t>
      </w:r>
    </w:p>
    <w:p w:rsidR="002A6D85" w:rsidRDefault="002A6D85">
      <w:pPr>
        <w:widowControl w:val="0"/>
        <w:autoSpaceDE w:val="0"/>
        <w:autoSpaceDN w:val="0"/>
        <w:adjustRightInd w:val="0"/>
        <w:jc w:val="both"/>
      </w:pPr>
    </w:p>
    <w:p w:rsidR="002A6D85" w:rsidRDefault="002A6D8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Mgr. Jan Svoboda (bod č. 3)</w:t>
      </w:r>
    </w:p>
    <w:p w:rsidR="002A6D85" w:rsidRDefault="002A6D8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školství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2A6D85" w:rsidP="00211AFB">
      <w:pPr>
        <w:pStyle w:val="Nadpis2"/>
        <w:jc w:val="both"/>
        <w:rPr>
          <w:szCs w:val="32"/>
        </w:rPr>
      </w:pPr>
      <w:r>
        <w:rPr>
          <w:szCs w:val="32"/>
        </w:rPr>
        <w:t>1</w:t>
      </w:r>
      <w:r w:rsidR="003C78C2">
        <w:rPr>
          <w:szCs w:val="32"/>
        </w:rPr>
        <w:t>)</w:t>
      </w:r>
      <w:r w:rsidR="003B64E0">
        <w:rPr>
          <w:szCs w:val="32"/>
        </w:rPr>
        <w:t xml:space="preserve"> </w:t>
      </w:r>
      <w:r w:rsidR="00956EB8">
        <w:rPr>
          <w:szCs w:val="32"/>
        </w:rPr>
        <w:t>Povolení výjimky z počtu dětí ve třídě mateřské školy v MŠ A. B. Svojsíka</w:t>
      </w:r>
      <w:r w:rsidR="003B64E0">
        <w:rPr>
          <w:szCs w:val="32"/>
        </w:rPr>
        <w:t xml:space="preserve"> </w:t>
      </w:r>
    </w:p>
    <w:p w:rsidR="00BF7E67" w:rsidRDefault="003C78C2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BF7E67" w:rsidRDefault="003C78C2">
      <w:r w:rsidRPr="003C78C2">
        <w:t>RM po projednání</w:t>
      </w:r>
    </w:p>
    <w:p w:rsidR="00BF7E67" w:rsidRDefault="003C78C2">
      <w:pPr>
        <w:pStyle w:val="Nadpis3"/>
      </w:pPr>
      <w:r>
        <w:t xml:space="preserve">I. </w:t>
      </w:r>
      <w:r w:rsidR="00F82AF7">
        <w:t>Souhlasí</w:t>
      </w:r>
    </w:p>
    <w:p w:rsidR="00956EB8" w:rsidRDefault="00956EB8" w:rsidP="00956EB8">
      <w:pPr>
        <w:jc w:val="both"/>
      </w:pPr>
      <w:r>
        <w:t>s povolením výjimky z počtu dětí ve třídě mateřské školy pro školní rok 2017/2018 v MŠ A. B. Svojsíka ve všech třídách na 28 dětí za předpokladu, že zvýšení počtu dětí nebude na újmu kvalitě vzdělávací činnosti školy a při splnění podmínek bezpečnosti a ochrany zdraví.</w:t>
      </w:r>
    </w:p>
    <w:p w:rsidR="00BF7E67" w:rsidRDefault="00BF7E67" w:rsidP="00956EB8">
      <w:pPr>
        <w:jc w:val="both"/>
      </w:pPr>
    </w:p>
    <w:p w:rsidR="002F68DD" w:rsidRPr="002F68DD" w:rsidRDefault="002F68DD" w:rsidP="002F68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2) </w:t>
      </w:r>
      <w:r w:rsidRPr="002F68DD">
        <w:rPr>
          <w:b/>
          <w:bCs/>
          <w:sz w:val="28"/>
          <w:u w:val="single"/>
        </w:rPr>
        <w:t xml:space="preserve">Platový výměr Bc. Gabriely Jánské, ředitelky Mateřské školy Čtyřlístek, Strakonice, Holečkova 410 </w:t>
      </w:r>
    </w:p>
    <w:p w:rsidR="002F68DD" w:rsidRPr="002F68DD" w:rsidRDefault="002F68DD" w:rsidP="002F68D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F68DD">
        <w:rPr>
          <w:b/>
          <w:bCs/>
          <w:u w:val="single"/>
        </w:rPr>
        <w:t>Návrh usnesení:</w:t>
      </w:r>
    </w:p>
    <w:p w:rsidR="002F68DD" w:rsidRPr="002F68DD" w:rsidRDefault="002F68DD" w:rsidP="002F68DD">
      <w:pPr>
        <w:widowControl w:val="0"/>
        <w:autoSpaceDE w:val="0"/>
        <w:autoSpaceDN w:val="0"/>
        <w:adjustRightInd w:val="0"/>
        <w:jc w:val="both"/>
      </w:pPr>
      <w:r w:rsidRPr="002F68DD">
        <w:t xml:space="preserve">RM po </w:t>
      </w:r>
      <w:r w:rsidR="000C3E1B">
        <w:t>projednání</w:t>
      </w:r>
    </w:p>
    <w:p w:rsidR="002F68DD" w:rsidRPr="002F68DD" w:rsidRDefault="002F68DD" w:rsidP="002F68DD">
      <w:pPr>
        <w:keepNext/>
        <w:outlineLvl w:val="2"/>
        <w:rPr>
          <w:b/>
          <w:bCs/>
          <w:szCs w:val="26"/>
          <w:u w:val="single"/>
        </w:rPr>
      </w:pPr>
      <w:r w:rsidRPr="002F68DD">
        <w:rPr>
          <w:b/>
          <w:bCs/>
          <w:szCs w:val="26"/>
          <w:u w:val="single"/>
        </w:rPr>
        <w:t>I. Schvaluje</w:t>
      </w:r>
    </w:p>
    <w:p w:rsidR="002F68DD" w:rsidRPr="002F68DD" w:rsidRDefault="002F68DD" w:rsidP="002F68DD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2F68DD">
        <w:rPr>
          <w:szCs w:val="20"/>
        </w:rPr>
        <w:t>platový výměr Bc. Gabriely Jánské, ředitelk</w:t>
      </w:r>
      <w:r w:rsidRPr="002F68DD">
        <w:t>y Mateřské školy Čtyřlístek, Strakonice, Holečkova 410, který je samostatnou přílohou materiálu uloženou na odboru školství a cestovního ruchu.</w:t>
      </w:r>
      <w:r w:rsidRPr="002F68DD">
        <w:rPr>
          <w:szCs w:val="20"/>
        </w:rPr>
        <w:t xml:space="preserve"> </w:t>
      </w:r>
    </w:p>
    <w:p w:rsidR="002F68DD" w:rsidRDefault="002F68DD" w:rsidP="00956EB8">
      <w:pPr>
        <w:jc w:val="both"/>
      </w:pPr>
    </w:p>
    <w:p w:rsidR="00572351" w:rsidRDefault="00572351" w:rsidP="00956EB8">
      <w:pPr>
        <w:jc w:val="both"/>
      </w:pPr>
    </w:p>
    <w:p w:rsidR="00572351" w:rsidRDefault="00572351" w:rsidP="00572351">
      <w:pPr>
        <w:pStyle w:val="Nadpis2"/>
      </w:pPr>
      <w:r>
        <w:t xml:space="preserve">3) Zápis ze 17. jednání Komise školství ze dne </w:t>
      </w:r>
      <w:proofErr w:type="gramStart"/>
      <w:r>
        <w:t>15.06.2017</w:t>
      </w:r>
      <w:proofErr w:type="gramEnd"/>
    </w:p>
    <w:p w:rsidR="00572351" w:rsidRDefault="00572351" w:rsidP="00572351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572351" w:rsidRDefault="00572351" w:rsidP="00572351">
      <w:r>
        <w:t>RM po projednání</w:t>
      </w:r>
    </w:p>
    <w:p w:rsidR="00572351" w:rsidRDefault="00572351" w:rsidP="00572351">
      <w:pPr>
        <w:pStyle w:val="Nadpis3"/>
      </w:pPr>
      <w:r>
        <w:t>I. Bere na vědomí</w:t>
      </w:r>
    </w:p>
    <w:p w:rsidR="00572351" w:rsidRDefault="00152743" w:rsidP="00572351">
      <w:r>
        <w:t>z</w:t>
      </w:r>
      <w:r w:rsidR="00572351">
        <w:t xml:space="preserve">ápis ze 17. jednání Komise školství ze dne </w:t>
      </w:r>
      <w:proofErr w:type="gramStart"/>
      <w:r w:rsidR="00572351">
        <w:t>15.06.2017</w:t>
      </w:r>
      <w:proofErr w:type="gramEnd"/>
      <w:r w:rsidR="00572351">
        <w:t>.</w:t>
      </w:r>
    </w:p>
    <w:p w:rsidR="00572351" w:rsidRDefault="00572351" w:rsidP="00572351"/>
    <w:p w:rsidR="00A535DE" w:rsidRPr="00572351" w:rsidRDefault="00A535DE" w:rsidP="00572351"/>
    <w:p w:rsidR="00572351" w:rsidRDefault="00136F51" w:rsidP="00152743">
      <w:pPr>
        <w:pStyle w:val="Nadpis2"/>
        <w:jc w:val="both"/>
      </w:pPr>
      <w:r>
        <w:t>4) Použití investičního fondu Základní školy F. L. Čelakovského</w:t>
      </w:r>
      <w:r w:rsidR="00152743">
        <w:t>, Strakonice, Jezerní 1280</w:t>
      </w:r>
      <w:r>
        <w:t xml:space="preserve"> </w:t>
      </w:r>
    </w:p>
    <w:p w:rsidR="00015C1C" w:rsidRDefault="00152743" w:rsidP="00015C1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152743" w:rsidRDefault="00152743" w:rsidP="00015C1C">
      <w:pPr>
        <w:jc w:val="both"/>
      </w:pPr>
      <w:r>
        <w:t>RM po projednání</w:t>
      </w:r>
    </w:p>
    <w:p w:rsidR="00152743" w:rsidRDefault="00152743" w:rsidP="00152743">
      <w:pPr>
        <w:pStyle w:val="Nadpis3"/>
      </w:pPr>
      <w:r>
        <w:t>I. Souhlasí</w:t>
      </w:r>
    </w:p>
    <w:p w:rsidR="00152743" w:rsidRPr="00152743" w:rsidRDefault="00152743" w:rsidP="00152743">
      <w:pPr>
        <w:jc w:val="both"/>
      </w:pPr>
      <w:r>
        <w:t xml:space="preserve">s použitím investičního fondu Základní školy F. L. Čelakovského, Strakonice, Jezerní 1280 na nákup serveru </w:t>
      </w:r>
      <w:r w:rsidR="00CA73BC">
        <w:t xml:space="preserve">včetně softwaru a instalace </w:t>
      </w:r>
      <w:r>
        <w:t>v maximální výši 160.000 Kč včetně DPH.</w:t>
      </w:r>
      <w:bookmarkStart w:id="0" w:name="_GoBack"/>
      <w:bookmarkEnd w:id="0"/>
    </w:p>
    <w:sectPr w:rsidR="00152743" w:rsidRPr="00152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15C1C"/>
    <w:rsid w:val="0007274A"/>
    <w:rsid w:val="00077160"/>
    <w:rsid w:val="000C3E1B"/>
    <w:rsid w:val="000F4988"/>
    <w:rsid w:val="001035E3"/>
    <w:rsid w:val="00136F51"/>
    <w:rsid w:val="001437D4"/>
    <w:rsid w:val="00152743"/>
    <w:rsid w:val="002033B5"/>
    <w:rsid w:val="00211AFB"/>
    <w:rsid w:val="002121AE"/>
    <w:rsid w:val="00246C43"/>
    <w:rsid w:val="002A6D85"/>
    <w:rsid w:val="002F68DD"/>
    <w:rsid w:val="00376DCC"/>
    <w:rsid w:val="003B64E0"/>
    <w:rsid w:val="003C78C2"/>
    <w:rsid w:val="00404886"/>
    <w:rsid w:val="00475B2C"/>
    <w:rsid w:val="0048180C"/>
    <w:rsid w:val="0049691D"/>
    <w:rsid w:val="00533833"/>
    <w:rsid w:val="00572351"/>
    <w:rsid w:val="005D5176"/>
    <w:rsid w:val="005E6569"/>
    <w:rsid w:val="005F1A66"/>
    <w:rsid w:val="00631418"/>
    <w:rsid w:val="00662C2E"/>
    <w:rsid w:val="006D7D16"/>
    <w:rsid w:val="007275C5"/>
    <w:rsid w:val="007C7AB0"/>
    <w:rsid w:val="00810C68"/>
    <w:rsid w:val="008256D5"/>
    <w:rsid w:val="008C1683"/>
    <w:rsid w:val="008D687E"/>
    <w:rsid w:val="00915DF6"/>
    <w:rsid w:val="00956EB8"/>
    <w:rsid w:val="009E26DB"/>
    <w:rsid w:val="00A320E6"/>
    <w:rsid w:val="00A432F0"/>
    <w:rsid w:val="00A535DE"/>
    <w:rsid w:val="00BF7E67"/>
    <w:rsid w:val="00CA73BC"/>
    <w:rsid w:val="00DA4B24"/>
    <w:rsid w:val="00DC5FD1"/>
    <w:rsid w:val="00E3615D"/>
    <w:rsid w:val="00E71D81"/>
    <w:rsid w:val="00F37EC1"/>
    <w:rsid w:val="00F82AF7"/>
    <w:rsid w:val="00FC3216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9D38A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3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88</TotalTime>
  <Pages>2</Pages>
  <Words>259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Miroslava Havrdová</cp:lastModifiedBy>
  <cp:revision>20</cp:revision>
  <cp:lastPrinted>2017-06-21T10:55:00Z</cp:lastPrinted>
  <dcterms:created xsi:type="dcterms:W3CDTF">2017-06-12T13:00:00Z</dcterms:created>
  <dcterms:modified xsi:type="dcterms:W3CDTF">2017-06-22T08:12:00Z</dcterms:modified>
</cp:coreProperties>
</file>